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30B8F">
      <w:pPr>
        <w:spacing w:line="560" w:lineRule="exact"/>
        <w:jc w:val="left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</w:p>
    <w:p w14:paraId="1D79B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</w:rPr>
        <w:t>海南省中医医术确有专长人员医师资格考核</w:t>
      </w:r>
    </w:p>
    <w:p w14:paraId="6CE82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</w:rPr>
        <w:t>申报资料一览表</w:t>
      </w:r>
    </w:p>
    <w:p w14:paraId="3C2EA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师承学习人员材料袋封面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）</w:t>
      </w:r>
    </w:p>
    <w:tbl>
      <w:tblPr>
        <w:tblStyle w:val="8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481"/>
        <w:gridCol w:w="1738"/>
        <w:gridCol w:w="177"/>
        <w:gridCol w:w="1431"/>
        <w:gridCol w:w="965"/>
        <w:gridCol w:w="700"/>
        <w:gridCol w:w="819"/>
        <w:gridCol w:w="878"/>
      </w:tblGrid>
      <w:tr w14:paraId="6A07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9585" w:type="dxa"/>
            <w:gridSpan w:val="9"/>
            <w:vAlign w:val="center"/>
          </w:tcPr>
          <w:p w14:paraId="0EDE70A1">
            <w:pPr>
              <w:jc w:val="center"/>
              <w:rPr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基本信息</w:t>
            </w:r>
          </w:p>
        </w:tc>
      </w:tr>
      <w:tr w14:paraId="4893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2877" w:type="dxa"/>
            <w:gridSpan w:val="2"/>
            <w:vAlign w:val="center"/>
          </w:tcPr>
          <w:p w14:paraId="37443413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姓名</w:t>
            </w:r>
          </w:p>
        </w:tc>
        <w:tc>
          <w:tcPr>
            <w:tcW w:w="1738" w:type="dxa"/>
            <w:vAlign w:val="center"/>
          </w:tcPr>
          <w:p w14:paraId="4C57A016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4280C46A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性别</w:t>
            </w:r>
          </w:p>
        </w:tc>
        <w:tc>
          <w:tcPr>
            <w:tcW w:w="1665" w:type="dxa"/>
            <w:gridSpan w:val="2"/>
            <w:vAlign w:val="center"/>
          </w:tcPr>
          <w:p w14:paraId="05B45535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819" w:type="dxa"/>
            <w:vAlign w:val="center"/>
          </w:tcPr>
          <w:p w14:paraId="2B991AFD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年龄</w:t>
            </w:r>
          </w:p>
        </w:tc>
        <w:tc>
          <w:tcPr>
            <w:tcW w:w="878" w:type="dxa"/>
            <w:vAlign w:val="center"/>
          </w:tcPr>
          <w:p w14:paraId="47C30F1E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6325E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2877" w:type="dxa"/>
            <w:gridSpan w:val="2"/>
            <w:vAlign w:val="center"/>
          </w:tcPr>
          <w:p w14:paraId="7C31FA03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3346" w:type="dxa"/>
            <w:gridSpan w:val="3"/>
            <w:vAlign w:val="center"/>
          </w:tcPr>
          <w:p w14:paraId="75698904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7E31D95D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1697" w:type="dxa"/>
            <w:gridSpan w:val="2"/>
            <w:vAlign w:val="center"/>
          </w:tcPr>
          <w:p w14:paraId="3E69C8E2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69135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2877" w:type="dxa"/>
            <w:gridSpan w:val="2"/>
            <w:vAlign w:val="center"/>
          </w:tcPr>
          <w:p w14:paraId="222EEA28">
            <w:pPr>
              <w:jc w:val="center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  <w:t>工作单位或住址</w:t>
            </w:r>
          </w:p>
        </w:tc>
        <w:tc>
          <w:tcPr>
            <w:tcW w:w="3346" w:type="dxa"/>
            <w:gridSpan w:val="3"/>
            <w:vAlign w:val="center"/>
          </w:tcPr>
          <w:p w14:paraId="2923A916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66E08E6">
            <w:pPr>
              <w:jc w:val="center"/>
              <w:rPr>
                <w:rFonts w:hint="default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  <w:t>医术实践地所在市县</w:t>
            </w:r>
          </w:p>
        </w:tc>
        <w:tc>
          <w:tcPr>
            <w:tcW w:w="1697" w:type="dxa"/>
            <w:gridSpan w:val="2"/>
            <w:vAlign w:val="center"/>
          </w:tcPr>
          <w:p w14:paraId="157A59A6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6FEA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2877" w:type="dxa"/>
            <w:gridSpan w:val="2"/>
            <w:vAlign w:val="center"/>
          </w:tcPr>
          <w:p w14:paraId="2075438E">
            <w:pPr>
              <w:jc w:val="center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申报中医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技术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类别</w:t>
            </w:r>
          </w:p>
          <w:p w14:paraId="14C7E389">
            <w:pPr>
              <w:jc w:val="center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color w:val="auto"/>
                <w:kern w:val="0"/>
                <w:sz w:val="22"/>
                <w:szCs w:val="28"/>
                <w:lang w:val="en-US" w:eastAsia="zh-CN" w:bidi="ar-SA"/>
              </w:rPr>
              <w:t>只能申报一项）</w:t>
            </w:r>
          </w:p>
        </w:tc>
        <w:tc>
          <w:tcPr>
            <w:tcW w:w="6708" w:type="dxa"/>
            <w:gridSpan w:val="7"/>
            <w:vAlign w:val="center"/>
          </w:tcPr>
          <w:p w14:paraId="5D7E2591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内服方药                          </w:t>
            </w:r>
          </w:p>
          <w:p w14:paraId="3CC6B315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外治技术                          </w:t>
            </w:r>
          </w:p>
          <w:p w14:paraId="323FE33B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内服方药为主，外治技术为辅       </w:t>
            </w:r>
          </w:p>
          <w:p w14:paraId="5A1E5AFF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□   外治技术为主，内服方药为辅</w:t>
            </w:r>
          </w:p>
          <w:p w14:paraId="1E6E052D">
            <w:pPr>
              <w:jc w:val="both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  <w:t>□   黎族医药</w:t>
            </w:r>
          </w:p>
        </w:tc>
      </w:tr>
      <w:tr w14:paraId="6CC7A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877" w:type="dxa"/>
            <w:gridSpan w:val="2"/>
            <w:vAlign w:val="center"/>
          </w:tcPr>
          <w:p w14:paraId="264A213A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医术专长、擅长治疗疾病名称及代码</w:t>
            </w:r>
          </w:p>
        </w:tc>
        <w:tc>
          <w:tcPr>
            <w:tcW w:w="6708" w:type="dxa"/>
            <w:gridSpan w:val="7"/>
            <w:vAlign w:val="center"/>
          </w:tcPr>
          <w:p w14:paraId="2654837B">
            <w:pPr>
              <w:jc w:val="left"/>
              <w:rPr>
                <w:rFonts w:hint="default" w:ascii="仿宋" w:hAnsi="仿宋" w:eastAsia="仿宋"/>
                <w:color w:val="auto"/>
                <w:kern w:val="0"/>
                <w:sz w:val="22"/>
                <w:szCs w:val="28"/>
                <w:lang w:val="en-US"/>
              </w:rPr>
            </w:pPr>
          </w:p>
        </w:tc>
      </w:tr>
      <w:tr w14:paraId="38A41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585" w:type="dxa"/>
            <w:gridSpan w:val="9"/>
            <w:vAlign w:val="center"/>
          </w:tcPr>
          <w:p w14:paraId="458ABEB8">
            <w:pPr>
              <w:jc w:val="center"/>
              <w:rPr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提交材料目录（以下由各级审核人员填写，并按此顺序</w:t>
            </w: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  <w:lang w:val="en-US" w:eastAsia="zh-CN"/>
              </w:rPr>
              <w:t>装订成册装入档案袋</w:t>
            </w: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报送）</w:t>
            </w:r>
          </w:p>
        </w:tc>
      </w:tr>
      <w:tr w14:paraId="174F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223" w:type="dxa"/>
            <w:gridSpan w:val="5"/>
            <w:vAlign w:val="center"/>
          </w:tcPr>
          <w:p w14:paraId="37390D7D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资料名称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1665" w:type="dxa"/>
            <w:gridSpan w:val="2"/>
            <w:vAlign w:val="center"/>
          </w:tcPr>
          <w:p w14:paraId="5B25DC2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初审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）</w:t>
            </w:r>
          </w:p>
        </w:tc>
        <w:tc>
          <w:tcPr>
            <w:tcW w:w="1697" w:type="dxa"/>
            <w:gridSpan w:val="2"/>
            <w:vAlign w:val="center"/>
          </w:tcPr>
          <w:p w14:paraId="71BBED3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复审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）</w:t>
            </w:r>
          </w:p>
        </w:tc>
      </w:tr>
      <w:tr w14:paraId="27D07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223" w:type="dxa"/>
            <w:gridSpan w:val="5"/>
            <w:vAlign w:val="center"/>
          </w:tcPr>
          <w:p w14:paraId="0D2A6B08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《中医医术确有专长人员医师资格考核申请表（师承学习人员）》</w:t>
            </w:r>
          </w:p>
        </w:tc>
        <w:tc>
          <w:tcPr>
            <w:tcW w:w="1665" w:type="dxa"/>
            <w:gridSpan w:val="2"/>
            <w:vAlign w:val="center"/>
          </w:tcPr>
          <w:p w14:paraId="7934FF8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4225000D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6CAC9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223" w:type="dxa"/>
            <w:gridSpan w:val="5"/>
            <w:vAlign w:val="center"/>
          </w:tcPr>
          <w:p w14:paraId="15857E4B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《海南省中医医术确有专长人员医师资格考核中医医术专长综述表》</w:t>
            </w:r>
          </w:p>
        </w:tc>
        <w:tc>
          <w:tcPr>
            <w:tcW w:w="1665" w:type="dxa"/>
            <w:gridSpan w:val="2"/>
            <w:vAlign w:val="center"/>
          </w:tcPr>
          <w:p w14:paraId="2BF07EA6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9BC3024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0B15D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223" w:type="dxa"/>
            <w:gridSpan w:val="5"/>
            <w:vAlign w:val="center"/>
          </w:tcPr>
          <w:p w14:paraId="1E68891B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、《海南省中医医术确有专长人员医师资格考核现场辨识中药申报表》</w:t>
            </w:r>
          </w:p>
        </w:tc>
        <w:tc>
          <w:tcPr>
            <w:tcW w:w="1665" w:type="dxa"/>
            <w:gridSpan w:val="2"/>
            <w:vAlign w:val="center"/>
          </w:tcPr>
          <w:p w14:paraId="4E1D1E37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3BB53086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1DFC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6223" w:type="dxa"/>
            <w:gridSpan w:val="5"/>
            <w:vAlign w:val="center"/>
          </w:tcPr>
          <w:p w14:paraId="405AB45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、两名推荐医师身份证、医师资格证书、医师执业证书、职称证书复印件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推荐医师承诺书</w:t>
            </w:r>
          </w:p>
        </w:tc>
        <w:tc>
          <w:tcPr>
            <w:tcW w:w="1665" w:type="dxa"/>
            <w:gridSpan w:val="2"/>
            <w:vAlign w:val="center"/>
          </w:tcPr>
          <w:p w14:paraId="6B650245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4B1BFE7D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772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6223" w:type="dxa"/>
            <w:gridSpan w:val="5"/>
            <w:vAlign w:val="center"/>
          </w:tcPr>
          <w:p w14:paraId="557D1DF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、《中医医术确有专长人员（师承学习人员）跟师学习情况表》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及指导老师、指导老师所在医疗机构相关材料</w:t>
            </w:r>
          </w:p>
        </w:tc>
        <w:tc>
          <w:tcPr>
            <w:tcW w:w="1665" w:type="dxa"/>
            <w:gridSpan w:val="2"/>
            <w:vAlign w:val="center"/>
          </w:tcPr>
          <w:p w14:paraId="5DBF372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42A107F0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25B3E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223" w:type="dxa"/>
            <w:gridSpan w:val="5"/>
            <w:vAlign w:val="center"/>
          </w:tcPr>
          <w:p w14:paraId="7B9EBDCF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、师承合同复印件</w:t>
            </w:r>
          </w:p>
        </w:tc>
        <w:tc>
          <w:tcPr>
            <w:tcW w:w="1665" w:type="dxa"/>
            <w:gridSpan w:val="2"/>
            <w:vAlign w:val="center"/>
          </w:tcPr>
          <w:p w14:paraId="4EC9CF9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DE9052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0BD5B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6223" w:type="dxa"/>
            <w:gridSpan w:val="5"/>
            <w:vAlign w:val="center"/>
          </w:tcPr>
          <w:p w14:paraId="55D45666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、连续跟师学习中医满五年的证明材料（学习笔记、心得）</w:t>
            </w:r>
          </w:p>
        </w:tc>
        <w:tc>
          <w:tcPr>
            <w:tcW w:w="1665" w:type="dxa"/>
            <w:gridSpan w:val="2"/>
            <w:vAlign w:val="center"/>
          </w:tcPr>
          <w:p w14:paraId="643B15BC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6D7A183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3A61D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223" w:type="dxa"/>
            <w:gridSpan w:val="5"/>
            <w:vAlign w:val="center"/>
          </w:tcPr>
          <w:p w14:paraId="349B8E0C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、提交至少10份反映所从事专长疾病诊疗过程及效果的材料</w:t>
            </w:r>
          </w:p>
        </w:tc>
        <w:tc>
          <w:tcPr>
            <w:tcW w:w="1665" w:type="dxa"/>
            <w:gridSpan w:val="2"/>
            <w:vAlign w:val="center"/>
          </w:tcPr>
          <w:p w14:paraId="5289E4F9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5C24622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5541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6223" w:type="dxa"/>
            <w:gridSpan w:val="5"/>
            <w:vAlign w:val="center"/>
          </w:tcPr>
          <w:p w14:paraId="6917D3E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本人身份证复印件</w:t>
            </w:r>
          </w:p>
        </w:tc>
        <w:tc>
          <w:tcPr>
            <w:tcW w:w="1665" w:type="dxa"/>
            <w:gridSpan w:val="2"/>
            <w:vAlign w:val="center"/>
          </w:tcPr>
          <w:p w14:paraId="4BC3798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245AA7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9145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223" w:type="dxa"/>
            <w:gridSpan w:val="5"/>
            <w:vAlign w:val="center"/>
          </w:tcPr>
          <w:p w14:paraId="46C083E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、中医医术确有专长《申请人诚信承诺书》、《推荐医师承诺书》；《中医医术确有专长报名资格现场审核情况记录表》</w:t>
            </w:r>
            <w:bookmarkStart w:id="0" w:name="_GoBack"/>
            <w:bookmarkEnd w:id="0"/>
          </w:p>
        </w:tc>
        <w:tc>
          <w:tcPr>
            <w:tcW w:w="1665" w:type="dxa"/>
            <w:gridSpan w:val="2"/>
            <w:vAlign w:val="center"/>
          </w:tcPr>
          <w:p w14:paraId="7E5FB6D7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5963FFE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154F4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2396" w:type="dxa"/>
            <w:vAlign w:val="center"/>
          </w:tcPr>
          <w:p w14:paraId="7715056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</w:rPr>
              <w:t>市县主管部门资格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初审意见（签字盖章）</w:t>
            </w:r>
          </w:p>
        </w:tc>
        <w:tc>
          <w:tcPr>
            <w:tcW w:w="2396" w:type="dxa"/>
            <w:gridSpan w:val="3"/>
            <w:vAlign w:val="center"/>
          </w:tcPr>
          <w:p w14:paraId="77BBB381">
            <w:pPr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2396" w:type="dxa"/>
            <w:gridSpan w:val="2"/>
            <w:vAlign w:val="center"/>
          </w:tcPr>
          <w:p w14:paraId="0C573B82">
            <w:pPr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</w:rPr>
              <w:t>省级主管部门资格复审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意见（签字）</w:t>
            </w:r>
          </w:p>
        </w:tc>
        <w:tc>
          <w:tcPr>
            <w:tcW w:w="2397" w:type="dxa"/>
            <w:gridSpan w:val="3"/>
            <w:vAlign w:val="center"/>
          </w:tcPr>
          <w:p w14:paraId="4EE7A9CD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</w:tbl>
    <w:p w14:paraId="1E2F2141">
      <w:pPr>
        <w:rPr>
          <w:rFonts w:hint="eastAsia" w:ascii="黑体" w:hAnsi="黑体" w:eastAsia="黑体" w:cs="黑体"/>
          <w:color w:val="auto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</w:rPr>
        <w:br w:type="page"/>
      </w:r>
    </w:p>
    <w:p w14:paraId="0B77D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</w:rPr>
        <w:t>海南省中医医术确有专长人员医师资格考核</w:t>
      </w:r>
    </w:p>
    <w:p w14:paraId="500EC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</w:rPr>
        <w:t>申报资料一览表</w:t>
      </w:r>
    </w:p>
    <w:p w14:paraId="4961C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（多年实践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人员材料袋封面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）</w:t>
      </w:r>
    </w:p>
    <w:tbl>
      <w:tblPr>
        <w:tblStyle w:val="8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481"/>
        <w:gridCol w:w="1709"/>
        <w:gridCol w:w="206"/>
        <w:gridCol w:w="1431"/>
        <w:gridCol w:w="965"/>
        <w:gridCol w:w="700"/>
        <w:gridCol w:w="760"/>
        <w:gridCol w:w="937"/>
      </w:tblGrid>
      <w:tr w14:paraId="2080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9585" w:type="dxa"/>
            <w:gridSpan w:val="9"/>
            <w:vAlign w:val="center"/>
          </w:tcPr>
          <w:p w14:paraId="11E7FC2E">
            <w:pPr>
              <w:jc w:val="center"/>
              <w:rPr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基本信息</w:t>
            </w:r>
          </w:p>
        </w:tc>
      </w:tr>
      <w:tr w14:paraId="4E247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2877" w:type="dxa"/>
            <w:gridSpan w:val="2"/>
            <w:vAlign w:val="center"/>
          </w:tcPr>
          <w:p w14:paraId="01C9D627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姓名</w:t>
            </w:r>
          </w:p>
        </w:tc>
        <w:tc>
          <w:tcPr>
            <w:tcW w:w="1709" w:type="dxa"/>
            <w:vAlign w:val="center"/>
          </w:tcPr>
          <w:p w14:paraId="2B93D5EE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1EB91EF4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性别</w:t>
            </w:r>
          </w:p>
        </w:tc>
        <w:tc>
          <w:tcPr>
            <w:tcW w:w="1665" w:type="dxa"/>
            <w:gridSpan w:val="2"/>
            <w:vAlign w:val="center"/>
          </w:tcPr>
          <w:p w14:paraId="47EA6C12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760" w:type="dxa"/>
            <w:vAlign w:val="center"/>
          </w:tcPr>
          <w:p w14:paraId="24D6ED31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年龄</w:t>
            </w:r>
          </w:p>
        </w:tc>
        <w:tc>
          <w:tcPr>
            <w:tcW w:w="937" w:type="dxa"/>
            <w:vAlign w:val="center"/>
          </w:tcPr>
          <w:p w14:paraId="38E0FC87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77C9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2877" w:type="dxa"/>
            <w:gridSpan w:val="2"/>
            <w:vAlign w:val="center"/>
          </w:tcPr>
          <w:p w14:paraId="1EF293B5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3346" w:type="dxa"/>
            <w:gridSpan w:val="3"/>
            <w:vAlign w:val="center"/>
          </w:tcPr>
          <w:p w14:paraId="0554C894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7795D370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1697" w:type="dxa"/>
            <w:gridSpan w:val="2"/>
            <w:vAlign w:val="center"/>
          </w:tcPr>
          <w:p w14:paraId="61DE63C6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55B32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2877" w:type="dxa"/>
            <w:gridSpan w:val="2"/>
            <w:vAlign w:val="center"/>
          </w:tcPr>
          <w:p w14:paraId="34F193A3">
            <w:pPr>
              <w:jc w:val="center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  <w:t>工作单位或住址</w:t>
            </w:r>
          </w:p>
        </w:tc>
        <w:tc>
          <w:tcPr>
            <w:tcW w:w="3346" w:type="dxa"/>
            <w:gridSpan w:val="3"/>
            <w:vAlign w:val="center"/>
          </w:tcPr>
          <w:p w14:paraId="494D4AB8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69A660D">
            <w:pPr>
              <w:jc w:val="center"/>
              <w:rPr>
                <w:rFonts w:hint="default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  <w:t>医术实践地所在市县</w:t>
            </w:r>
          </w:p>
        </w:tc>
        <w:tc>
          <w:tcPr>
            <w:tcW w:w="1697" w:type="dxa"/>
            <w:gridSpan w:val="2"/>
            <w:vAlign w:val="center"/>
          </w:tcPr>
          <w:p w14:paraId="24A21F7D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</w:p>
        </w:tc>
      </w:tr>
      <w:tr w14:paraId="0D47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2877" w:type="dxa"/>
            <w:gridSpan w:val="2"/>
            <w:vAlign w:val="center"/>
          </w:tcPr>
          <w:p w14:paraId="3B2AE5D7">
            <w:pPr>
              <w:jc w:val="center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申报中医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技术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类别</w:t>
            </w:r>
          </w:p>
          <w:p w14:paraId="322C1496">
            <w:pPr>
              <w:jc w:val="center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color w:val="auto"/>
                <w:kern w:val="0"/>
                <w:sz w:val="22"/>
                <w:szCs w:val="28"/>
                <w:lang w:val="en-US" w:eastAsia="zh-CN" w:bidi="ar-SA"/>
              </w:rPr>
              <w:t>只能申报一项）</w:t>
            </w:r>
          </w:p>
        </w:tc>
        <w:tc>
          <w:tcPr>
            <w:tcW w:w="6708" w:type="dxa"/>
            <w:gridSpan w:val="7"/>
            <w:vAlign w:val="center"/>
          </w:tcPr>
          <w:p w14:paraId="49B8A3BF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内服方药                          </w:t>
            </w:r>
          </w:p>
          <w:p w14:paraId="4B7219D6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外治技术                          </w:t>
            </w:r>
          </w:p>
          <w:p w14:paraId="15E7CFD0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 xml:space="preserve">□   内服方药为主，外治技术为辅       </w:t>
            </w:r>
          </w:p>
          <w:p w14:paraId="6ABDC402">
            <w:pPr>
              <w:jc w:val="both"/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eastAsia="zh-CN"/>
              </w:rPr>
              <w:t>□   外治技术为主，内服方药为辅</w:t>
            </w:r>
          </w:p>
          <w:p w14:paraId="284B374C">
            <w:pPr>
              <w:jc w:val="both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  <w:lang w:val="en-US" w:eastAsia="zh-CN"/>
              </w:rPr>
              <w:t>□   黎族医药</w:t>
            </w:r>
          </w:p>
        </w:tc>
      </w:tr>
      <w:tr w14:paraId="00B8B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877" w:type="dxa"/>
            <w:gridSpan w:val="2"/>
            <w:vAlign w:val="center"/>
          </w:tcPr>
          <w:p w14:paraId="3542AE54">
            <w:pPr>
              <w:jc w:val="center"/>
              <w:rPr>
                <w:rFonts w:ascii="仿宋" w:hAnsi="仿宋" w:eastAsia="仿宋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8"/>
              </w:rPr>
              <w:t>医术专长、擅长治疗疾病名称及代码</w:t>
            </w:r>
          </w:p>
        </w:tc>
        <w:tc>
          <w:tcPr>
            <w:tcW w:w="6708" w:type="dxa"/>
            <w:gridSpan w:val="7"/>
            <w:vAlign w:val="center"/>
          </w:tcPr>
          <w:p w14:paraId="4BBB0E7C">
            <w:pPr>
              <w:jc w:val="left"/>
              <w:rPr>
                <w:rFonts w:hint="default" w:ascii="仿宋" w:hAnsi="仿宋" w:eastAsia="仿宋"/>
                <w:color w:val="auto"/>
                <w:kern w:val="0"/>
                <w:sz w:val="22"/>
                <w:szCs w:val="28"/>
                <w:lang w:val="en-US"/>
              </w:rPr>
            </w:pPr>
          </w:p>
        </w:tc>
      </w:tr>
      <w:tr w14:paraId="28B50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585" w:type="dxa"/>
            <w:gridSpan w:val="9"/>
            <w:vAlign w:val="center"/>
          </w:tcPr>
          <w:p w14:paraId="2D2E89D4">
            <w:pPr>
              <w:jc w:val="center"/>
              <w:rPr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提交材料目录（以下由各级审核人员填写，并按此顺序</w:t>
            </w: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  <w:lang w:val="en-US" w:eastAsia="zh-CN"/>
              </w:rPr>
              <w:t>装订成册装入档案袋</w:t>
            </w:r>
            <w:r>
              <w:rPr>
                <w:rFonts w:hint="eastAsia"/>
                <w:b/>
                <w:bCs/>
                <w:color w:val="auto"/>
                <w:kern w:val="0"/>
                <w:sz w:val="22"/>
                <w:szCs w:val="28"/>
              </w:rPr>
              <w:t>报送）</w:t>
            </w:r>
          </w:p>
        </w:tc>
      </w:tr>
      <w:tr w14:paraId="14D07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223" w:type="dxa"/>
            <w:gridSpan w:val="5"/>
            <w:vAlign w:val="center"/>
          </w:tcPr>
          <w:p w14:paraId="4CA8C437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资料名称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1665" w:type="dxa"/>
            <w:gridSpan w:val="2"/>
            <w:vAlign w:val="center"/>
          </w:tcPr>
          <w:p w14:paraId="4CA8080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初审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）</w:t>
            </w:r>
          </w:p>
        </w:tc>
        <w:tc>
          <w:tcPr>
            <w:tcW w:w="1697" w:type="dxa"/>
            <w:gridSpan w:val="2"/>
            <w:vAlign w:val="center"/>
          </w:tcPr>
          <w:p w14:paraId="6C9FF95C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复审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）</w:t>
            </w:r>
          </w:p>
        </w:tc>
      </w:tr>
      <w:tr w14:paraId="5FF7F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223" w:type="dxa"/>
            <w:gridSpan w:val="5"/>
            <w:vAlign w:val="center"/>
          </w:tcPr>
          <w:p w14:paraId="49275E2D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《中医医术确有专长人员医师资格考核申请表（多年实践人员）》</w:t>
            </w:r>
          </w:p>
        </w:tc>
        <w:tc>
          <w:tcPr>
            <w:tcW w:w="1665" w:type="dxa"/>
            <w:gridSpan w:val="2"/>
            <w:vAlign w:val="center"/>
          </w:tcPr>
          <w:p w14:paraId="0CFB9BB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B1FE714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2DCF9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223" w:type="dxa"/>
            <w:gridSpan w:val="5"/>
            <w:vAlign w:val="center"/>
          </w:tcPr>
          <w:p w14:paraId="2B5BD174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《海南省中医医术确有专长人员医师资格考核中医医术专长综述表》</w:t>
            </w:r>
          </w:p>
        </w:tc>
        <w:tc>
          <w:tcPr>
            <w:tcW w:w="1665" w:type="dxa"/>
            <w:gridSpan w:val="2"/>
            <w:vAlign w:val="center"/>
          </w:tcPr>
          <w:p w14:paraId="2AACF6B7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7C3B1D8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39CDF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223" w:type="dxa"/>
            <w:gridSpan w:val="5"/>
            <w:vAlign w:val="center"/>
          </w:tcPr>
          <w:p w14:paraId="24192FBA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、《海南省中医医术确有专长人员医师资格考核现场辨识中药申报表》</w:t>
            </w:r>
          </w:p>
        </w:tc>
        <w:tc>
          <w:tcPr>
            <w:tcW w:w="1665" w:type="dxa"/>
            <w:gridSpan w:val="2"/>
            <w:vAlign w:val="center"/>
          </w:tcPr>
          <w:p w14:paraId="0793F4AE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2EA54ED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FC68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6223" w:type="dxa"/>
            <w:gridSpan w:val="5"/>
            <w:vAlign w:val="center"/>
          </w:tcPr>
          <w:p w14:paraId="1E49250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、两名推荐医师身份证、医师资格证书、医师执业证书、职称证书复印件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推荐医师承诺书</w:t>
            </w:r>
          </w:p>
        </w:tc>
        <w:tc>
          <w:tcPr>
            <w:tcW w:w="1665" w:type="dxa"/>
            <w:gridSpan w:val="2"/>
            <w:vAlign w:val="center"/>
          </w:tcPr>
          <w:p w14:paraId="374FD3BA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1A6AC62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141B5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6223" w:type="dxa"/>
            <w:gridSpan w:val="5"/>
            <w:vAlign w:val="center"/>
          </w:tcPr>
          <w:p w14:paraId="5E47013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医术渊源的相关证明材料</w:t>
            </w:r>
          </w:p>
        </w:tc>
        <w:tc>
          <w:tcPr>
            <w:tcW w:w="1665" w:type="dxa"/>
            <w:gridSpan w:val="2"/>
            <w:vAlign w:val="center"/>
          </w:tcPr>
          <w:p w14:paraId="00CBD4AC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5CA5298E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0DDB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223" w:type="dxa"/>
            <w:gridSpan w:val="5"/>
            <w:vAlign w:val="center"/>
          </w:tcPr>
          <w:p w14:paraId="5D776CD7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《2017年7月1日后多年实践人员从事中医医术实践活动证明材料》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、实践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学习人员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所在医疗机构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相关材料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；学习笔记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学习心得</w:t>
            </w:r>
          </w:p>
        </w:tc>
        <w:tc>
          <w:tcPr>
            <w:tcW w:w="1665" w:type="dxa"/>
            <w:gridSpan w:val="2"/>
            <w:vAlign w:val="center"/>
          </w:tcPr>
          <w:p w14:paraId="78D07903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6688E53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9E44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6223" w:type="dxa"/>
            <w:gridSpan w:val="5"/>
            <w:vAlign w:val="center"/>
          </w:tcPr>
          <w:p w14:paraId="39314EAB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提交至少10份反映所从事专长疾病诊疗过程及效果的材料</w:t>
            </w:r>
          </w:p>
        </w:tc>
        <w:tc>
          <w:tcPr>
            <w:tcW w:w="1665" w:type="dxa"/>
            <w:gridSpan w:val="2"/>
            <w:vAlign w:val="center"/>
          </w:tcPr>
          <w:p w14:paraId="67A30669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455D5409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7E49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223" w:type="dxa"/>
            <w:gridSpan w:val="5"/>
            <w:vAlign w:val="center"/>
          </w:tcPr>
          <w:p w14:paraId="41414F5F">
            <w:pPr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从事中医医术实践活动满五年证明</w:t>
            </w:r>
          </w:p>
        </w:tc>
        <w:tc>
          <w:tcPr>
            <w:tcW w:w="1665" w:type="dxa"/>
            <w:gridSpan w:val="2"/>
            <w:vAlign w:val="center"/>
          </w:tcPr>
          <w:p w14:paraId="01FF4C34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4EC90D3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2A5E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6223" w:type="dxa"/>
            <w:gridSpan w:val="5"/>
            <w:vAlign w:val="center"/>
          </w:tcPr>
          <w:p w14:paraId="313CA36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本人身份证复印件</w:t>
            </w:r>
          </w:p>
        </w:tc>
        <w:tc>
          <w:tcPr>
            <w:tcW w:w="1665" w:type="dxa"/>
            <w:gridSpan w:val="2"/>
            <w:vAlign w:val="center"/>
          </w:tcPr>
          <w:p w14:paraId="0529CE0D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6F3C3A1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0040B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223" w:type="dxa"/>
            <w:gridSpan w:val="5"/>
            <w:vAlign w:val="center"/>
          </w:tcPr>
          <w:p w14:paraId="30FD39B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  <w:lang w:val="en-US" w:eastAsia="zh-CN"/>
              </w:rPr>
              <w:t>、中医医术确有专长《申请人诚信承诺书》、《推荐医师承诺书》；《中医医术确有专长报名资格现场审核情况记录表》</w:t>
            </w:r>
          </w:p>
        </w:tc>
        <w:tc>
          <w:tcPr>
            <w:tcW w:w="1665" w:type="dxa"/>
            <w:gridSpan w:val="2"/>
            <w:vAlign w:val="center"/>
          </w:tcPr>
          <w:p w14:paraId="40238E38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14:paraId="04A36842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  <w:tr w14:paraId="49F2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2396" w:type="dxa"/>
            <w:vAlign w:val="center"/>
          </w:tcPr>
          <w:p w14:paraId="6213224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</w:rPr>
              <w:t>市县主管部门资格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初审意见（签字盖章）</w:t>
            </w:r>
          </w:p>
        </w:tc>
        <w:tc>
          <w:tcPr>
            <w:tcW w:w="2396" w:type="dxa"/>
            <w:gridSpan w:val="3"/>
            <w:vAlign w:val="center"/>
          </w:tcPr>
          <w:p w14:paraId="409CA13A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  <w:tc>
          <w:tcPr>
            <w:tcW w:w="2396" w:type="dxa"/>
            <w:gridSpan w:val="2"/>
            <w:vAlign w:val="center"/>
          </w:tcPr>
          <w:p w14:paraId="40B2838C">
            <w:pPr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color w:val="auto"/>
              </w:rPr>
              <w:t>省级主管部门资格复审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意见（签字）</w:t>
            </w:r>
          </w:p>
        </w:tc>
        <w:tc>
          <w:tcPr>
            <w:tcW w:w="2397" w:type="dxa"/>
            <w:gridSpan w:val="3"/>
            <w:vAlign w:val="center"/>
          </w:tcPr>
          <w:p w14:paraId="28280255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</w:pPr>
          </w:p>
        </w:tc>
      </w:tr>
    </w:tbl>
    <w:p w14:paraId="3826F506"/>
    <w:sectPr>
      <w:pgSz w:w="11906" w:h="16838"/>
      <w:pgMar w:top="1440" w:right="1689" w:bottom="1361" w:left="1689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zMjY2MWFjNzY5OGQyNjg2ZmI2ZWI1NDUwMjNiOWIifQ=="/>
  </w:docVars>
  <w:rsids>
    <w:rsidRoot w:val="2AFF36E9"/>
    <w:rsid w:val="00145B3D"/>
    <w:rsid w:val="00290824"/>
    <w:rsid w:val="00474C8E"/>
    <w:rsid w:val="005E5DB0"/>
    <w:rsid w:val="005F23E2"/>
    <w:rsid w:val="00636707"/>
    <w:rsid w:val="008622E3"/>
    <w:rsid w:val="008B7E33"/>
    <w:rsid w:val="009E31A0"/>
    <w:rsid w:val="00AF13E6"/>
    <w:rsid w:val="00D14204"/>
    <w:rsid w:val="00D603E7"/>
    <w:rsid w:val="01A920AA"/>
    <w:rsid w:val="02F519F3"/>
    <w:rsid w:val="039007BB"/>
    <w:rsid w:val="04D5761A"/>
    <w:rsid w:val="04EB1AC5"/>
    <w:rsid w:val="063B2346"/>
    <w:rsid w:val="06BD3549"/>
    <w:rsid w:val="07C4195F"/>
    <w:rsid w:val="08DC035A"/>
    <w:rsid w:val="0A5504F5"/>
    <w:rsid w:val="0A6A3AE6"/>
    <w:rsid w:val="0C047327"/>
    <w:rsid w:val="0CB90AE5"/>
    <w:rsid w:val="0FB63366"/>
    <w:rsid w:val="12FD141C"/>
    <w:rsid w:val="15F56AC3"/>
    <w:rsid w:val="16806981"/>
    <w:rsid w:val="183F0C9C"/>
    <w:rsid w:val="1A335B15"/>
    <w:rsid w:val="1A961F40"/>
    <w:rsid w:val="1B764E71"/>
    <w:rsid w:val="1E772D66"/>
    <w:rsid w:val="1FE75381"/>
    <w:rsid w:val="20EC58E4"/>
    <w:rsid w:val="23FF159E"/>
    <w:rsid w:val="24013925"/>
    <w:rsid w:val="244F2B24"/>
    <w:rsid w:val="246742BD"/>
    <w:rsid w:val="2AFF36E9"/>
    <w:rsid w:val="2C63333D"/>
    <w:rsid w:val="2CF804E2"/>
    <w:rsid w:val="2E7D47D0"/>
    <w:rsid w:val="2E843C83"/>
    <w:rsid w:val="30297DD3"/>
    <w:rsid w:val="31BE553C"/>
    <w:rsid w:val="326E3452"/>
    <w:rsid w:val="329809DD"/>
    <w:rsid w:val="33B97BE3"/>
    <w:rsid w:val="341557BE"/>
    <w:rsid w:val="3662627D"/>
    <w:rsid w:val="36CE20F3"/>
    <w:rsid w:val="37362D00"/>
    <w:rsid w:val="3781385C"/>
    <w:rsid w:val="39B513C9"/>
    <w:rsid w:val="3A1125E2"/>
    <w:rsid w:val="3B4E1F74"/>
    <w:rsid w:val="3B506946"/>
    <w:rsid w:val="3B706627"/>
    <w:rsid w:val="3C976C1A"/>
    <w:rsid w:val="3E1E5F62"/>
    <w:rsid w:val="3EE24071"/>
    <w:rsid w:val="40753AD7"/>
    <w:rsid w:val="42904151"/>
    <w:rsid w:val="43994F1E"/>
    <w:rsid w:val="44BC7116"/>
    <w:rsid w:val="476C0DA0"/>
    <w:rsid w:val="479A2A7D"/>
    <w:rsid w:val="479C6844"/>
    <w:rsid w:val="486446B7"/>
    <w:rsid w:val="49124069"/>
    <w:rsid w:val="4B6A1606"/>
    <w:rsid w:val="4BBA43E9"/>
    <w:rsid w:val="4BF8675F"/>
    <w:rsid w:val="4FCC7375"/>
    <w:rsid w:val="526A3698"/>
    <w:rsid w:val="53A82504"/>
    <w:rsid w:val="548C2C11"/>
    <w:rsid w:val="557813CB"/>
    <w:rsid w:val="56033C57"/>
    <w:rsid w:val="5AA92C4F"/>
    <w:rsid w:val="5AC1204C"/>
    <w:rsid w:val="5BA71D19"/>
    <w:rsid w:val="5D442827"/>
    <w:rsid w:val="5DA85867"/>
    <w:rsid w:val="5DEC0CCC"/>
    <w:rsid w:val="5F0F6FF1"/>
    <w:rsid w:val="5FC84C72"/>
    <w:rsid w:val="5FEF750D"/>
    <w:rsid w:val="641B2C94"/>
    <w:rsid w:val="64E930B9"/>
    <w:rsid w:val="67C06958"/>
    <w:rsid w:val="680F3485"/>
    <w:rsid w:val="6A701BC4"/>
    <w:rsid w:val="6B9A50EA"/>
    <w:rsid w:val="6BF7CCDC"/>
    <w:rsid w:val="6D535020"/>
    <w:rsid w:val="6D622462"/>
    <w:rsid w:val="6E253E94"/>
    <w:rsid w:val="6EB1251E"/>
    <w:rsid w:val="705E43A1"/>
    <w:rsid w:val="728522FA"/>
    <w:rsid w:val="738D411D"/>
    <w:rsid w:val="73B53EC3"/>
    <w:rsid w:val="7448458D"/>
    <w:rsid w:val="7A2704D9"/>
    <w:rsid w:val="7B1A59C5"/>
    <w:rsid w:val="7B35288D"/>
    <w:rsid w:val="7B612FB1"/>
    <w:rsid w:val="7D4B7ECA"/>
    <w:rsid w:val="7EE818FB"/>
    <w:rsid w:val="7F2C0A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adjustRightInd w:val="0"/>
      <w:snapToGrid w:val="0"/>
      <w:spacing w:before="0" w:beforeLines="0" w:beforeAutospacing="0" w:after="0" w:afterLines="0" w:afterAutospacing="0" w:line="336" w:lineRule="auto"/>
      <w:jc w:val="center"/>
      <w:outlineLvl w:val="1"/>
    </w:pPr>
    <w:rPr>
      <w:rFonts w:ascii="等线 Light" w:hAnsi="等线 Light" w:eastAsia="楷体"/>
      <w:b/>
      <w:kern w:val="2"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os\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mycomputer</Company>
  <Pages>2</Pages>
  <Words>1132</Words>
  <Characters>1139</Characters>
  <Lines>16</Lines>
  <Paragraphs>4</Paragraphs>
  <TotalTime>1</TotalTime>
  <ScaleCrop>false</ScaleCrop>
  <LinksUpToDate>false</LinksUpToDate>
  <CharactersWithSpaces>1287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2018-08-22T09:08:00Z</dcterms:created>
  <dc:creator>无言</dc:creator>
  <cp:lastModifiedBy>林梅雪</cp:lastModifiedBy>
  <cp:lastPrinted>2023-06-20T02:15:00Z</cp:lastPrinted>
  <dcterms:modified xsi:type="dcterms:W3CDTF">2025-02-18T02:10:39Z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5E1CDF5CFC4B4B77AAE652C95C51E3B2_13</vt:lpwstr>
  </property>
  <property fmtid="{D5CDD505-2E9C-101B-9397-08002B2CF9AE}" pid="4" name="KSOTemplateDocerSaveRecord">
    <vt:lpwstr>eyJoZGlkIjoiY2ExNWRhYWMwZGQxYzBhMjE0MjAwZTliNzdhM2E3YjkiLCJ1c2VySWQiOiI3Mzg0Mzg4NjUifQ==</vt:lpwstr>
  </property>
</Properties>
</file>